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Pr="00E62B11" w:rsidRDefault="00E62B11" w:rsidP="00E62B11">
      <w:pPr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 w:rsidRPr="00E62B1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Pr="00E62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>
        <w:rPr>
          <w:rFonts w:ascii="Times New Roman" w:hAnsi="Times New Roman"/>
          <w:sz w:val="28"/>
          <w:szCs w:val="28"/>
          <w:lang w:val="en-US"/>
        </w:rPr>
        <w:t>91</w:t>
      </w:r>
    </w:p>
    <w:p w:rsidR="00852F2A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E62B11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71D5" w:rsidRDefault="00D34D29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 xml:space="preserve">О </w:t>
      </w:r>
      <w:r w:rsidR="00852F2A" w:rsidRPr="000866FE">
        <w:rPr>
          <w:b/>
          <w:snapToGrid w:val="0"/>
          <w:szCs w:val="28"/>
        </w:rPr>
        <w:t xml:space="preserve">бюджете </w:t>
      </w:r>
      <w:r w:rsidRPr="000866FE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Pr="00E13299" w:rsidRDefault="00852F2A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0866FE">
        <w:rPr>
          <w:b/>
          <w:snapToGrid w:val="0"/>
          <w:szCs w:val="28"/>
        </w:rPr>
        <w:t>на 201</w:t>
      </w:r>
      <w:r w:rsidR="00F750CB" w:rsidRPr="000866FE">
        <w:rPr>
          <w:b/>
          <w:snapToGrid w:val="0"/>
          <w:szCs w:val="28"/>
          <w:lang w:val="ru-RU"/>
        </w:rPr>
        <w:t>8</w:t>
      </w:r>
      <w:r w:rsidRPr="000866FE">
        <w:rPr>
          <w:b/>
          <w:snapToGrid w:val="0"/>
          <w:szCs w:val="28"/>
        </w:rPr>
        <w:t xml:space="preserve"> год и</w:t>
      </w:r>
      <w:r w:rsidR="00E13299">
        <w:rPr>
          <w:b/>
          <w:snapToGrid w:val="0"/>
          <w:szCs w:val="28"/>
          <w:lang w:val="ru-RU"/>
        </w:rPr>
        <w:t xml:space="preserve"> </w:t>
      </w:r>
      <w:r w:rsidRPr="000866FE">
        <w:rPr>
          <w:b/>
          <w:snapToGrid w:val="0"/>
          <w:szCs w:val="28"/>
        </w:rPr>
        <w:t>на плановый период 201</w:t>
      </w:r>
      <w:r w:rsidR="00F750CB" w:rsidRPr="000866FE">
        <w:rPr>
          <w:b/>
          <w:snapToGrid w:val="0"/>
          <w:szCs w:val="28"/>
        </w:rPr>
        <w:t>9</w:t>
      </w:r>
      <w:r w:rsidRPr="000866FE">
        <w:rPr>
          <w:b/>
          <w:snapToGrid w:val="0"/>
          <w:szCs w:val="28"/>
        </w:rPr>
        <w:t xml:space="preserve"> и 20</w:t>
      </w:r>
      <w:r w:rsidR="00F750CB" w:rsidRPr="000866FE">
        <w:rPr>
          <w:b/>
          <w:snapToGrid w:val="0"/>
          <w:szCs w:val="28"/>
        </w:rPr>
        <w:t>20</w:t>
      </w:r>
      <w:r w:rsidRPr="000866FE">
        <w:rPr>
          <w:b/>
          <w:snapToGrid w:val="0"/>
          <w:szCs w:val="28"/>
        </w:rPr>
        <w:t xml:space="preserve"> годов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EB0" w:rsidRDefault="00BE4700" w:rsidP="008B0E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B0EB0">
        <w:rPr>
          <w:rFonts w:ascii="Times New Roman" w:hAnsi="Times New Roman"/>
          <w:sz w:val="28"/>
          <w:szCs w:val="28"/>
        </w:rPr>
        <w:t xml:space="preserve"> Утвердить основные характеристики  бюджета муниципального образования </w:t>
      </w:r>
      <w:proofErr w:type="spellStart"/>
      <w:r w:rsidR="008B0EB0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8B0EB0">
        <w:rPr>
          <w:rFonts w:ascii="Times New Roman" w:hAnsi="Times New Roman"/>
          <w:sz w:val="28"/>
          <w:szCs w:val="28"/>
        </w:rPr>
        <w:t xml:space="preserve"> район на 2018 год:</w:t>
      </w:r>
    </w:p>
    <w:p w:rsidR="008B0EB0" w:rsidRDefault="008B0EB0" w:rsidP="008B0E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1 427 318,4  (один миллиард четыреста двадцать семь миллионов триста восемнадцать тысяч четыреста) тысяч рублей;</w:t>
      </w:r>
    </w:p>
    <w:p w:rsidR="008B0EB0" w:rsidRDefault="008B0EB0" w:rsidP="008B0E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1 463 706,6 (один миллиард четыреста шестьдесят три миллиона семьсот шесть тысяч шестьсот) тысяч  рублей;</w:t>
      </w:r>
    </w:p>
    <w:p w:rsidR="008B0EB0" w:rsidRDefault="008B0EB0" w:rsidP="008B0E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тысяч (нол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ь)  рублей;</w:t>
      </w:r>
    </w:p>
    <w:p w:rsidR="008B0EB0" w:rsidRDefault="008B0EB0" w:rsidP="008B0E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36 388,2 (тридцать шесть миллионов триста восемьдесят восемь тысяч двести) тысяч рублей.</w:t>
      </w:r>
    </w:p>
    <w:p w:rsidR="006A492B" w:rsidRPr="003F065C" w:rsidRDefault="006A492B" w:rsidP="008B0E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2. Утвердить основные характе</w:t>
      </w:r>
      <w:r w:rsidR="00D34D29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465C2A"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60D69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2019 год в сумме 1 360 706,7 тысяч (один миллиард триста шестьдесят миллионов семьсот шесть тысяч семьсот) рублей и на 2020 год в сумме 1 374 812,0 тысяч (один миллиард триста семьдесят четыре миллиона восемьсот двенадцать тысяч)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общий объем расходов на 2019 год в сумме 1 361 406,7 тысяч (один миллиард триста шестьдесят один миллион четыреста шесть тысяч семьсот) рублей, в том числе условно утвержденные расходы в сумме 25 000 тысяч (двадцать пять миллионов) рублей  и на 2020 год в сумме 1 375 412,0 тысяч (один миллиард триста семьдесят пять миллионов четыреста двенадцать тысяч)  рублей,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 условно утвержденные расходы в сумме 40 000,0 тысяч (сорок миллионов)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2020 года в сумме 150 000,0     </w:t>
      </w:r>
      <w:r>
        <w:rPr>
          <w:rFonts w:ascii="Times New Roman" w:hAnsi="Times New Roman"/>
          <w:sz w:val="28"/>
          <w:szCs w:val="28"/>
        </w:rPr>
        <w:lastRenderedPageBreak/>
        <w:t xml:space="preserve">тысяч (сто пятьдесят миллионов) рублей, в том числе верхний предел долга по муниципальным 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тысяч (ноль) рублей, и верхний предел муниципального  внутреннего   долга 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 на 1 января 2021 года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150 000,0  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0,0 тысяч (ноль)   рублей;</w:t>
      </w:r>
    </w:p>
    <w:p w:rsidR="006A492B" w:rsidRPr="004753B5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2019 год в сумме 700,0 тысяч (семьсот тысяч) рублей и на 2020 год в сумме 600,0 тысяч (шестьсот тысяч) рублей.</w:t>
      </w:r>
    </w:p>
    <w:p w:rsidR="006A492B" w:rsidRPr="008F128E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B0D">
        <w:rPr>
          <w:rFonts w:ascii="Times New Roman" w:hAnsi="Times New Roman" w:cs="Times New Roman"/>
          <w:sz w:val="28"/>
          <w:szCs w:val="28"/>
        </w:rPr>
        <w:t>.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370141" w:rsidRPr="003F065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="00F87B0D">
        <w:rPr>
          <w:rFonts w:ascii="Times New Roman" w:hAnsi="Times New Roman" w:cs="Times New Roman"/>
          <w:sz w:val="28"/>
          <w:szCs w:val="28"/>
        </w:rPr>
        <w:t xml:space="preserve">администраторов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закрепляемые за ними </w:t>
      </w:r>
      <w:r w:rsidR="00F87B0D">
        <w:rPr>
          <w:rFonts w:ascii="Times New Roman" w:hAnsi="Times New Roman" w:cs="Times New Roman"/>
          <w:sz w:val="28"/>
          <w:szCs w:val="28"/>
        </w:rPr>
        <w:t xml:space="preserve">виды (подвиды)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перечень главных </w:t>
      </w:r>
      <w:proofErr w:type="gramStart"/>
      <w:r w:rsidR="00370141" w:rsidRPr="003F065C">
        <w:rPr>
          <w:rFonts w:ascii="Times New Roman" w:hAnsi="Times New Roman" w:cs="Times New Roman"/>
          <w:sz w:val="28"/>
          <w:szCs w:val="28"/>
        </w:rPr>
        <w:t>администраторов источников ф</w:t>
      </w:r>
      <w:r w:rsidR="00F87B0D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87B0D">
        <w:rPr>
          <w:rFonts w:ascii="Times New Roman" w:hAnsi="Times New Roman" w:cs="Times New Roman"/>
          <w:sz w:val="28"/>
          <w:szCs w:val="28"/>
        </w:rPr>
        <w:t xml:space="preserve"> Новокубанский район согласно </w:t>
      </w:r>
      <w:r w:rsidR="00F87B0D" w:rsidRPr="008F128E">
        <w:rPr>
          <w:rFonts w:ascii="Times New Roman" w:hAnsi="Times New Roman" w:cs="Times New Roman"/>
          <w:sz w:val="28"/>
          <w:szCs w:val="28"/>
        </w:rPr>
        <w:t>приложе</w:t>
      </w:r>
      <w:r w:rsidR="006E493A" w:rsidRPr="008F128E">
        <w:rPr>
          <w:rFonts w:ascii="Times New Roman" w:hAnsi="Times New Roman" w:cs="Times New Roman"/>
          <w:sz w:val="28"/>
          <w:szCs w:val="28"/>
        </w:rPr>
        <w:t>нию № 1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F96" w:rsidRPr="008F128E">
        <w:rPr>
          <w:rFonts w:ascii="Times New Roman" w:hAnsi="Times New Roman" w:cs="Times New Roman"/>
          <w:sz w:val="28"/>
          <w:szCs w:val="28"/>
        </w:rPr>
        <w:t>. Утвердить объе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 поступлений доходов в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по кодам видов (подвидов) доходов на 2018 год в суммах согласно приложению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№ 2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на 2019 и 2020 годы в суммах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№ 3 </w:t>
      </w:r>
      <w:r w:rsidR="00F87B0D" w:rsidRPr="008F128E">
        <w:rPr>
          <w:rFonts w:ascii="Times New Roman" w:hAnsi="Times New Roman" w:cs="Times New Roman"/>
          <w:sz w:val="28"/>
          <w:szCs w:val="28"/>
        </w:rPr>
        <w:t>к</w:t>
      </w:r>
      <w:r w:rsidR="00F87B0D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</w:t>
      </w:r>
      <w:r w:rsidR="006C0864">
        <w:rPr>
          <w:rFonts w:ascii="Times New Roman" w:hAnsi="Times New Roman" w:cs="Times New Roman"/>
          <w:sz w:val="28"/>
          <w:szCs w:val="28"/>
        </w:rPr>
        <w:t xml:space="preserve">дить в составе доходов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безвозмез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дные поступления из краевого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бюджета в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4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в 2019 и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2020 годах согласно приложению № 5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Default="00671DD9" w:rsidP="009316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. Утвердить в составе доходов 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hyperlink r:id="rId9" w:history="1">
        <w:r w:rsidR="003E1739" w:rsidRPr="003F065C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="006C0864">
        <w:rPr>
          <w:rFonts w:ascii="Times New Roman" w:hAnsi="Times New Roman" w:cs="Times New Roman"/>
          <w:sz w:val="28"/>
          <w:szCs w:val="28"/>
        </w:rPr>
        <w:t xml:space="preserve"> из 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C086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E1739" w:rsidRPr="003F065C">
        <w:rPr>
          <w:rFonts w:ascii="Times New Roman" w:hAnsi="Times New Roman" w:cs="Times New Roman"/>
          <w:sz w:val="28"/>
          <w:szCs w:val="28"/>
        </w:rPr>
        <w:t>в</w:t>
      </w:r>
      <w:r w:rsidR="006E493A">
        <w:rPr>
          <w:rFonts w:ascii="Times New Roman" w:hAnsi="Times New Roman" w:cs="Times New Roman"/>
          <w:sz w:val="28"/>
          <w:szCs w:val="28"/>
        </w:rPr>
        <w:t xml:space="preserve">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6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</w:t>
      </w:r>
      <w:r w:rsidR="006C086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6A492B" w:rsidRPr="008F128E" w:rsidRDefault="00671DD9" w:rsidP="009316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0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167247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становить </w:t>
      </w:r>
      <w:hyperlink r:id="rId11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в бюджет </w:t>
      </w:r>
      <w:r w:rsidR="00167247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167247" w:rsidRP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0864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3F065C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6A492B" w:rsidRPr="003F065C" w:rsidRDefault="007B422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6C0864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r w:rsidR="00762B2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112D10">
        <w:rPr>
          <w:rFonts w:ascii="Times New Roman" w:hAnsi="Times New Roman" w:cs="Times New Roman"/>
          <w:sz w:val="28"/>
          <w:szCs w:val="28"/>
        </w:rPr>
        <w:t xml:space="preserve">на 2018 год согласно </w:t>
      </w:r>
      <w:r w:rsidR="00112D10">
        <w:rPr>
          <w:rFonts w:ascii="Times New Roman" w:hAnsi="Times New Roman" w:cs="Times New Roman"/>
          <w:sz w:val="28"/>
          <w:szCs w:val="28"/>
        </w:rPr>
        <w:lastRenderedPageBreak/>
        <w:t>приложению</w:t>
      </w:r>
      <w:r w:rsidR="00112D10" w:rsidRPr="00112D10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8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 2019 </w:t>
      </w:r>
      <w:r w:rsidR="006C0864">
        <w:rPr>
          <w:rFonts w:ascii="Times New Roman" w:hAnsi="Times New Roman" w:cs="Times New Roman"/>
          <w:sz w:val="28"/>
          <w:szCs w:val="28"/>
        </w:rPr>
        <w:t>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9 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распределение бюджетных ас</w:t>
      </w:r>
      <w:r w:rsidR="006C0864">
        <w:rPr>
          <w:rFonts w:ascii="Times New Roman" w:hAnsi="Times New Roman" w:cs="Times New Roman"/>
          <w:sz w:val="28"/>
          <w:szCs w:val="28"/>
        </w:rPr>
        <w:t xml:space="preserve">сигнований по целевым статьям (муниципальным программам 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10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2020 годы согласно приложению № 11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ведомствен</w:t>
      </w:r>
      <w:r w:rsidR="006C0864">
        <w:rPr>
          <w:rFonts w:ascii="Times New Roman" w:hAnsi="Times New Roman" w:cs="Times New Roman"/>
          <w:sz w:val="28"/>
          <w:szCs w:val="28"/>
        </w:rPr>
        <w:t xml:space="preserve">ную структуру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</w:t>
      </w:r>
      <w:r w:rsidR="00112D10">
        <w:rPr>
          <w:rFonts w:ascii="Times New Roman" w:hAnsi="Times New Roman" w:cs="Times New Roman"/>
          <w:sz w:val="28"/>
          <w:szCs w:val="28"/>
        </w:rPr>
        <w:t>а 2018 год согласно приложению № 12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13</w:t>
      </w:r>
      <w:r w:rsidR="006C0864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6C0864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 и ведомствен</w:t>
      </w:r>
      <w:r w:rsidR="00FF63EF">
        <w:rPr>
          <w:rFonts w:ascii="Times New Roman" w:hAnsi="Times New Roman" w:cs="Times New Roman"/>
          <w:sz w:val="28"/>
          <w:szCs w:val="28"/>
        </w:rPr>
        <w:t xml:space="preserve">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на 2019 и 2020 годы перечень главных </w:t>
      </w:r>
      <w:r w:rsidR="00FF63E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перечень разделов, подразделов,</w:t>
      </w:r>
      <w:r w:rsidR="00FF63EF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</w:t>
      </w:r>
      <w:r w:rsidR="00FF63EF">
        <w:rPr>
          <w:rFonts w:ascii="Times New Roman" w:hAnsi="Times New Roman" w:cs="Times New Roman"/>
          <w:sz w:val="28"/>
          <w:szCs w:val="28"/>
        </w:rPr>
        <w:t xml:space="preserve">, групп видов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906BE7">
        <w:rPr>
          <w:rFonts w:ascii="Times New Roman" w:hAnsi="Times New Roman" w:cs="Times New Roman"/>
          <w:sz w:val="28"/>
          <w:szCs w:val="28"/>
        </w:rPr>
        <w:t>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64 314,7</w:t>
      </w:r>
      <w:r w:rsidR="00FF63EF">
        <w:rPr>
          <w:rFonts w:ascii="Times New Roman" w:hAnsi="Times New Roman" w:cs="Times New Roman"/>
          <w:sz w:val="28"/>
          <w:szCs w:val="28"/>
        </w:rPr>
        <w:t xml:space="preserve">   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четыре миллиона триста четырнадцать тысяч семьсот)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 </w:t>
      </w:r>
      <w:r w:rsidR="00517853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F63E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2019 и 2020 годы: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</w:t>
      </w:r>
      <w:r w:rsidR="00FF63EF">
        <w:rPr>
          <w:rFonts w:ascii="Times New Roman" w:hAnsi="Times New Roman" w:cs="Times New Roman"/>
          <w:sz w:val="28"/>
          <w:szCs w:val="28"/>
        </w:rPr>
        <w:t xml:space="preserve">язательств, на 2019 год </w:t>
      </w:r>
      <w:r w:rsidR="00FF63EF" w:rsidRPr="00906BE7">
        <w:rPr>
          <w:rFonts w:ascii="Times New Roman" w:hAnsi="Times New Roman" w:cs="Times New Roman"/>
          <w:sz w:val="28"/>
          <w:szCs w:val="28"/>
        </w:rPr>
        <w:t>в сумме</w:t>
      </w:r>
      <w:r w:rsidR="00906BE7">
        <w:rPr>
          <w:rFonts w:ascii="Times New Roman" w:hAnsi="Times New Roman" w:cs="Times New Roman"/>
          <w:sz w:val="28"/>
          <w:szCs w:val="28"/>
        </w:rPr>
        <w:t xml:space="preserve"> 66 383,5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шесть миллионов триста восемьдесят три тысячи пятьсот)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год </w:t>
      </w:r>
      <w:r w:rsidRPr="00906BE7">
        <w:rPr>
          <w:rFonts w:ascii="Times New Roman" w:hAnsi="Times New Roman" w:cs="Times New Roman"/>
          <w:sz w:val="28"/>
          <w:szCs w:val="28"/>
        </w:rPr>
        <w:t>в 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68 381,1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(шестьдесят восемь миллионов триста восемьдесят одна тысяча сто) </w:t>
      </w:r>
      <w:r w:rsidRPr="003F065C">
        <w:rPr>
          <w:rFonts w:ascii="Times New Roman" w:hAnsi="Times New Roman" w:cs="Times New Roman"/>
          <w:sz w:val="28"/>
          <w:szCs w:val="28"/>
        </w:rPr>
        <w:t>рублей;</w:t>
      </w:r>
    </w:p>
    <w:p w:rsidR="00964DBE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Новокубанский район на 2019 год в сумме 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(триста </w:t>
      </w:r>
      <w:r w:rsidR="00FC075F">
        <w:rPr>
          <w:rFonts w:ascii="Times New Roman" w:hAnsi="Times New Roman" w:cs="Times New Roman"/>
          <w:sz w:val="28"/>
          <w:szCs w:val="28"/>
        </w:rPr>
        <w:t>тысяч)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</w:t>
      </w:r>
      <w:r w:rsidR="00FF63E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C6535">
        <w:rPr>
          <w:rFonts w:ascii="Times New Roman" w:hAnsi="Times New Roman" w:cs="Times New Roman"/>
          <w:sz w:val="28"/>
          <w:szCs w:val="28"/>
        </w:rPr>
        <w:t>300,0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FC075F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C07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>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ассигнований, направляемых на социальную поддержку детей и семей, имеющих детей, на 2018 год </w:t>
      </w:r>
      <w:r w:rsidR="00112D10">
        <w:rPr>
          <w:rFonts w:ascii="Times New Roman" w:hAnsi="Times New Roman" w:cs="Times New Roman"/>
          <w:sz w:val="28"/>
          <w:szCs w:val="28"/>
        </w:rPr>
        <w:t>согласно приложению № 14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635F4" w:rsidRPr="003F065C">
        <w:rPr>
          <w:rFonts w:ascii="Times New Roman" w:hAnsi="Times New Roman" w:cs="Times New Roman"/>
          <w:sz w:val="28"/>
          <w:szCs w:val="28"/>
        </w:rPr>
        <w:t>,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на плановый период 2019 и </w:t>
      </w:r>
      <w:r w:rsidR="00112D10">
        <w:rPr>
          <w:rFonts w:ascii="Times New Roman" w:hAnsi="Times New Roman" w:cs="Times New Roman"/>
          <w:sz w:val="28"/>
          <w:szCs w:val="28"/>
        </w:rPr>
        <w:t>2020 годов согласно приложению № 15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DA57E6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 w:rsidR="00FF63EF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</w:t>
      </w:r>
      <w:r w:rsidR="00FF63EF">
        <w:rPr>
          <w:rFonts w:ascii="Times New Roman" w:hAnsi="Times New Roman" w:cs="Times New Roman"/>
          <w:sz w:val="28"/>
          <w:szCs w:val="28"/>
        </w:rPr>
        <w:t xml:space="preserve">а </w:t>
      </w:r>
      <w:r w:rsidR="00112D10">
        <w:rPr>
          <w:rFonts w:ascii="Times New Roman" w:hAnsi="Times New Roman" w:cs="Times New Roman"/>
          <w:sz w:val="28"/>
          <w:szCs w:val="28"/>
        </w:rPr>
        <w:t xml:space="preserve">2018 год согласно </w:t>
      </w:r>
      <w:r w:rsidR="00112D1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приложению № 16 </w:t>
      </w:r>
      <w:r w:rsidR="00FF63E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17</w:t>
      </w:r>
      <w:r w:rsidR="00FF63EF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DA57E6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3121C">
        <w:rPr>
          <w:rFonts w:ascii="Times New Roman" w:hAnsi="Times New Roman" w:cs="Times New Roman"/>
          <w:sz w:val="28"/>
          <w:szCs w:val="28"/>
        </w:rPr>
        <w:t>.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r w:rsidR="008F128E">
        <w:rPr>
          <w:rFonts w:ascii="Times New Roman" w:hAnsi="Times New Roman" w:cs="Times New Roman"/>
          <w:sz w:val="28"/>
          <w:szCs w:val="28"/>
        </w:rPr>
        <w:t xml:space="preserve">Новокубанского района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и их распределение между поселениями на 2018 год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18</w:t>
      </w:r>
      <w:r w:rsidR="00F312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C73C7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92B" w:rsidRPr="003F065C" w:rsidRDefault="00F3121C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D56053" w:rsidRPr="003F065C">
        <w:rPr>
          <w:rFonts w:ascii="Times New Roman" w:hAnsi="Times New Roman" w:cs="Times New Roman"/>
          <w:sz w:val="28"/>
          <w:szCs w:val="28"/>
        </w:rPr>
        <w:t>, сложившиеся на начало текущего</w:t>
      </w:r>
      <w:r w:rsidR="00125E6F" w:rsidRPr="003F065C">
        <w:rPr>
          <w:rFonts w:ascii="Times New Roman" w:hAnsi="Times New Roman" w:cs="Times New Roman"/>
          <w:sz w:val="28"/>
          <w:szCs w:val="28"/>
        </w:rPr>
        <w:t xml:space="preserve"> финансового года, направляются </w:t>
      </w:r>
      <w:r w:rsidR="00D56053" w:rsidRPr="003F065C">
        <w:rPr>
          <w:rFonts w:ascii="Times New Roman" w:hAnsi="Times New Roman" w:cs="Times New Roman"/>
          <w:sz w:val="28"/>
          <w:szCs w:val="28"/>
        </w:rPr>
        <w:t>на оплату заключен</w:t>
      </w:r>
      <w:r>
        <w:rPr>
          <w:rFonts w:ascii="Times New Roman" w:hAnsi="Times New Roman" w:cs="Times New Roman"/>
          <w:sz w:val="28"/>
          <w:szCs w:val="28"/>
        </w:rPr>
        <w:t>ных от имени муниципального образования Новокубанский район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</w:t>
      </w:r>
      <w:r>
        <w:rPr>
          <w:rFonts w:ascii="Times New Roman" w:hAnsi="Times New Roman" w:cs="Times New Roman"/>
          <w:sz w:val="28"/>
          <w:szCs w:val="28"/>
        </w:rPr>
        <w:t>услуги указанных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в установленном законодательством пор</w:t>
      </w:r>
      <w:r w:rsidR="00125E6F" w:rsidRPr="003F065C">
        <w:rPr>
          <w:rFonts w:ascii="Times New Roman" w:hAnsi="Times New Roman" w:cs="Times New Roman"/>
          <w:sz w:val="28"/>
          <w:szCs w:val="28"/>
        </w:rPr>
        <w:t>ядке в отчетном финансовом году.</w:t>
      </w:r>
    </w:p>
    <w:p w:rsidR="005B16C6" w:rsidRPr="0024110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5B16C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</w:t>
      </w:r>
      <w:r w:rsidR="00F3121C">
        <w:rPr>
          <w:rFonts w:ascii="Times New Roman" w:hAnsi="Times New Roman" w:cs="Times New Roman"/>
          <w:sz w:val="28"/>
          <w:szCs w:val="28"/>
        </w:rPr>
        <w:t xml:space="preserve">ожного фонда </w:t>
      </w:r>
      <w:r w:rsidR="00F3121C" w:rsidRPr="0024110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5B16C6" w:rsidRPr="0024110C">
        <w:rPr>
          <w:rFonts w:ascii="Times New Roman" w:hAnsi="Times New Roman" w:cs="Times New Roman"/>
          <w:sz w:val="28"/>
          <w:szCs w:val="28"/>
        </w:rPr>
        <w:t>: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1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2018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5 522,4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(пять миллионов пятьсот двадцать две тысячи четыреста)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2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2019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6 203,8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двести три тысячи восемьсот)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3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2020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6 189,2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сто восемьдесят девять тысяч</w:t>
      </w:r>
      <w:r w:rsidR="00734330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двести) </w:t>
      </w:r>
      <w:r w:rsidR="00734330" w:rsidRPr="0024110C">
        <w:rPr>
          <w:rFonts w:ascii="Times New Roman" w:hAnsi="Times New Roman" w:cs="Times New Roman"/>
          <w:sz w:val="28"/>
          <w:szCs w:val="28"/>
        </w:rPr>
        <w:t>рублей.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</w:t>
      </w:r>
      <w:r w:rsidR="00734330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734330">
        <w:rPr>
          <w:rFonts w:ascii="Times New Roman" w:hAnsi="Times New Roman" w:cs="Times New Roman"/>
          <w:sz w:val="28"/>
          <w:szCs w:val="28"/>
        </w:rPr>
        <w:t>)</w:t>
      </w:r>
      <w:r w:rsidR="00EF5F8A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2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CD6276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</w:t>
      </w:r>
      <w:r w:rsidR="00FE2D94">
        <w:rPr>
          <w:rFonts w:ascii="Times New Roman" w:hAnsi="Times New Roman" w:cs="Times New Roman"/>
          <w:sz w:val="28"/>
          <w:szCs w:val="28"/>
        </w:rPr>
        <w:t>ется в случаях, предусмотренных настоящей статьей</w:t>
      </w:r>
      <w:r w:rsidR="00CD6276" w:rsidRPr="003F065C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</w:t>
      </w:r>
      <w:r w:rsidR="00FE2D94">
        <w:rPr>
          <w:rFonts w:ascii="Times New Roman" w:hAnsi="Times New Roman" w:cs="Times New Roman"/>
          <w:sz w:val="28"/>
          <w:szCs w:val="28"/>
        </w:rPr>
        <w:t>оответствии с настоящим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нормативными правовыми </w:t>
      </w:r>
      <w:r w:rsidR="00FE2D94">
        <w:rPr>
          <w:rFonts w:ascii="Times New Roman" w:hAnsi="Times New Roman" w:cs="Times New Roman"/>
          <w:sz w:val="28"/>
          <w:szCs w:val="28"/>
        </w:rPr>
        <w:t>актами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конкурсной основе, юридическим лицам (</w:t>
      </w:r>
      <w:r w:rsidR="00FE2D94">
        <w:rPr>
          <w:rFonts w:ascii="Times New Roman" w:hAnsi="Times New Roman" w:cs="Times New Roman"/>
          <w:sz w:val="28"/>
          <w:szCs w:val="28"/>
        </w:rPr>
        <w:t xml:space="preserve">за исключением муниципальных </w:t>
      </w:r>
      <w:r w:rsidR="00CD6276" w:rsidRPr="003F065C">
        <w:rPr>
          <w:rFonts w:ascii="Times New Roman" w:hAnsi="Times New Roman" w:cs="Times New Roman"/>
          <w:sz w:val="28"/>
          <w:szCs w:val="28"/>
        </w:rPr>
        <w:t>учреждений), индивидуальным предпринимателям, физическим лицам за счет бюджетных ассигнований, предусмотренных настоящи</w:t>
      </w:r>
      <w:r w:rsidR="00FE2D94">
        <w:rPr>
          <w:rFonts w:ascii="Times New Roman" w:hAnsi="Times New Roman" w:cs="Times New Roman"/>
          <w:sz w:val="28"/>
          <w:szCs w:val="28"/>
        </w:rPr>
        <w:t>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на указанные цели, осуществляется в соо</w:t>
      </w:r>
      <w:r w:rsidR="00FE2D94">
        <w:rPr>
          <w:rFonts w:ascii="Times New Roman" w:hAnsi="Times New Roman" w:cs="Times New Roman"/>
          <w:sz w:val="28"/>
          <w:szCs w:val="28"/>
        </w:rPr>
        <w:t>тветствии с порядком</w:t>
      </w:r>
      <w:r w:rsidR="00CD6276" w:rsidRPr="003F065C">
        <w:rPr>
          <w:rFonts w:ascii="Times New Roman" w:hAnsi="Times New Roman" w:cs="Times New Roman"/>
          <w:sz w:val="28"/>
          <w:szCs w:val="28"/>
        </w:rPr>
        <w:t>, установленном нормативным правовым а</w:t>
      </w:r>
      <w:r w:rsidR="00FE2D94">
        <w:rPr>
          <w:rFonts w:ascii="Times New Roman" w:hAnsi="Times New Roman" w:cs="Times New Roman"/>
          <w:sz w:val="28"/>
          <w:szCs w:val="28"/>
        </w:rPr>
        <w:t>ктом администрации муниципального образования Новокубанский район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FA22E8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A22E8" w:rsidRPr="003F065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FE2D94">
        <w:rPr>
          <w:rFonts w:ascii="Times New Roman" w:hAnsi="Times New Roman" w:cs="Times New Roman"/>
          <w:sz w:val="28"/>
          <w:szCs w:val="28"/>
        </w:rPr>
        <w:t>)</w:t>
      </w:r>
      <w:r w:rsidR="00463F0B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4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  <w:proofErr w:type="gramEnd"/>
    </w:p>
    <w:p w:rsidR="00682163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163" w:rsidRPr="003F065C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государственной поддержки субъектам агропромышленного комплекса;</w:t>
      </w:r>
    </w:p>
    <w:p w:rsidR="00FA22E8" w:rsidRPr="003F065C" w:rsidRDefault="008F128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) оказания государственной поддержки субъектам малого </w:t>
      </w:r>
      <w:r w:rsidR="00FE2D94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492B" w:rsidRPr="003F065C" w:rsidRDefault="008F128E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2E8" w:rsidRPr="003F065C">
        <w:rPr>
          <w:rFonts w:ascii="Times New Roman" w:hAnsi="Times New Roman" w:cs="Times New Roman"/>
          <w:sz w:val="28"/>
          <w:szCs w:val="28"/>
        </w:rPr>
        <w:t>) компенсации выпадающих доходов теплоснабжающим организациям, организациям, осуществляющим горячее водоснабжение, холодное водоснабжение и (или) водоотведение н</w:t>
      </w:r>
      <w:r w:rsidR="00355CE0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, возникающих вследствие применения льготных тарифов на ресурсы, поставляемые в це</w:t>
      </w:r>
      <w:r>
        <w:rPr>
          <w:rFonts w:ascii="Times New Roman" w:hAnsi="Times New Roman" w:cs="Times New Roman"/>
          <w:sz w:val="28"/>
          <w:szCs w:val="28"/>
        </w:rPr>
        <w:t>лях оказания коммунальных услуг.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</w:t>
      </w:r>
      <w:r w:rsidR="00355CE0">
        <w:rPr>
          <w:rFonts w:ascii="Times New Roman" w:hAnsi="Times New Roman" w:cs="Times New Roman"/>
          <w:sz w:val="28"/>
          <w:szCs w:val="28"/>
        </w:rPr>
        <w:t>не являющимся муниципальными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</w:t>
      </w:r>
      <w:r w:rsidR="00396B30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</w:t>
      </w:r>
      <w:r w:rsidR="00355CE0">
        <w:rPr>
          <w:rFonts w:ascii="Times New Roman" w:hAnsi="Times New Roman" w:cs="Times New Roman"/>
          <w:sz w:val="28"/>
          <w:szCs w:val="28"/>
        </w:rPr>
        <w:t>, предусмотренных приложениями      к настоящему решению</w:t>
      </w:r>
      <w:r w:rsidR="00FA22E8" w:rsidRPr="003F065C">
        <w:rPr>
          <w:rFonts w:ascii="Times New Roman" w:hAnsi="Times New Roman" w:cs="Times New Roman"/>
          <w:sz w:val="28"/>
          <w:szCs w:val="28"/>
        </w:rPr>
        <w:t>. Порядок определения объема и предоставления указанных субсидий устанавливается нор</w:t>
      </w:r>
      <w:r w:rsidR="00355CE0">
        <w:rPr>
          <w:rFonts w:ascii="Times New Roman" w:hAnsi="Times New Roman" w:cs="Times New Roman"/>
          <w:sz w:val="28"/>
          <w:szCs w:val="28"/>
        </w:rPr>
        <w:t>мативным</w:t>
      </w:r>
      <w:r w:rsidR="008F128E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355CE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</w:t>
      </w:r>
      <w:r w:rsidR="00355CE0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FA22E8" w:rsidRPr="003F065C">
        <w:rPr>
          <w:rFonts w:ascii="Times New Roman" w:hAnsi="Times New Roman" w:cs="Times New Roman"/>
          <w:sz w:val="28"/>
          <w:szCs w:val="28"/>
        </w:rPr>
        <w:t>, осуществляется в соо</w:t>
      </w:r>
      <w:r w:rsidR="00355CE0">
        <w:rPr>
          <w:rFonts w:ascii="Times New Roman" w:hAnsi="Times New Roman" w:cs="Times New Roman"/>
          <w:sz w:val="28"/>
          <w:szCs w:val="28"/>
        </w:rPr>
        <w:t>тветствии с  порядком</w:t>
      </w:r>
      <w:r w:rsidR="00FA22E8" w:rsidRPr="003F065C">
        <w:rPr>
          <w:rFonts w:ascii="Times New Roman" w:hAnsi="Times New Roman" w:cs="Times New Roman"/>
          <w:sz w:val="28"/>
          <w:szCs w:val="28"/>
        </w:rPr>
        <w:t>, установ</w:t>
      </w:r>
      <w:r w:rsidR="00355CE0">
        <w:rPr>
          <w:rFonts w:ascii="Times New Roman" w:hAnsi="Times New Roman" w:cs="Times New Roman"/>
          <w:sz w:val="28"/>
          <w:szCs w:val="28"/>
        </w:rPr>
        <w:t>ленном нормативными правовыми актами администрации муниципального образования Новокубанский район.</w:t>
      </w:r>
      <w:r w:rsidR="00C3028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B69" w:rsidRPr="009F3C34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57B69" w:rsidRPr="00657B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содержания лиц, замещающих муниципальные должности в муниципальном образовании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и размеры месячного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1 января 2018 года</w:t>
      </w:r>
      <w:proofErr w:type="gram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на 5 процентов.</w:t>
      </w:r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</w:t>
      </w:r>
      <w:r w:rsidR="00C94EBD">
        <w:rPr>
          <w:rFonts w:ascii="Times New Roman" w:hAnsi="Times New Roman" w:cs="Times New Roman"/>
          <w:sz w:val="28"/>
          <w:szCs w:val="28"/>
        </w:rPr>
        <w:t xml:space="preserve">ь, что администрация муниципального образования Новокубанский район </w:t>
      </w:r>
      <w:r w:rsidR="00FA22E8" w:rsidRPr="003F065C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2018–2020 годах шта</w:t>
      </w:r>
      <w:r w:rsidR="00C94EBD">
        <w:rPr>
          <w:rFonts w:ascii="Times New Roman" w:hAnsi="Times New Roman" w:cs="Times New Roman"/>
          <w:sz w:val="28"/>
          <w:szCs w:val="28"/>
        </w:rPr>
        <w:t>тной численности муниципальных служащих</w:t>
      </w:r>
      <w:r w:rsidR="00FA22E8" w:rsidRPr="003F065C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 w:rsidR="00C94EBD">
        <w:rPr>
          <w:rFonts w:ascii="Times New Roman" w:hAnsi="Times New Roman" w:cs="Times New Roman"/>
          <w:sz w:val="28"/>
          <w:szCs w:val="28"/>
        </w:rPr>
        <w:t xml:space="preserve"> принятия решений о наделении ее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18FC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A22E8" w:rsidRPr="003F065C">
        <w:rPr>
          <w:rFonts w:ascii="Times New Roman" w:hAnsi="Times New Roman" w:cs="Times New Roman"/>
          <w:sz w:val="28"/>
          <w:szCs w:val="28"/>
        </w:rPr>
        <w:t>. Рекомендовать органам местн</w:t>
      </w:r>
      <w:r w:rsidR="00C94EBD">
        <w:rPr>
          <w:rFonts w:ascii="Times New Roman" w:hAnsi="Times New Roman" w:cs="Times New Roman"/>
          <w:sz w:val="28"/>
          <w:szCs w:val="28"/>
        </w:rPr>
        <w:t xml:space="preserve">ого самоуправления городского и сельских поселений Новокубанского района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не принимать решения, приводящие к увеличению в 2018–2020 годах штатной численности муниципальных служащих.</w:t>
      </w:r>
      <w:bookmarkStart w:id="1" w:name="Par221"/>
      <w:bookmarkEnd w:id="1"/>
      <w:r w:rsidR="001C18FC" w:rsidRPr="003F0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92B" w:rsidRPr="003F065C" w:rsidRDefault="00657B69" w:rsidP="00657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6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 w:rsidRPr="00657B6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(базовых окладов (базовых должностных окладов), базовых ставок заработной платы) работников муниципальных учреждений муниципального образования </w:t>
      </w:r>
      <w:proofErr w:type="spellStart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>Новокубанский</w:t>
      </w:r>
      <w:proofErr w:type="spellEnd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район</w:t>
      </w:r>
      <w:r w:rsidRPr="00657B69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в соответствии с Законом Краснодарского края «О краевом бюджете на 2018 год и на плановый период 2019 и 2020 годов» и находится в компетенции органов государственной власти</w:t>
      </w:r>
      <w:proofErr w:type="gramEnd"/>
      <w:r w:rsidRPr="00657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Краснодарского края), с 1 января 2018 года на 5 процентов.</w:t>
      </w:r>
      <w:r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1C6B55" w:rsidRPr="003F065C" w:rsidRDefault="00EB4F9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6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BE4700">
        <w:rPr>
          <w:rFonts w:ascii="Times New Roman" w:hAnsi="Times New Roman"/>
          <w:sz w:val="28"/>
          <w:szCs w:val="28"/>
        </w:rPr>
        <w:t xml:space="preserve">Установить, что в 2018 году бюджетные кредиты бюджетам поселений </w:t>
      </w:r>
      <w:proofErr w:type="spellStart"/>
      <w:r w:rsidR="00BE4700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BE4700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BE4700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BE4700">
        <w:rPr>
          <w:rFonts w:ascii="Times New Roman" w:hAnsi="Times New Roman"/>
          <w:sz w:val="28"/>
          <w:szCs w:val="28"/>
        </w:rPr>
        <w:t xml:space="preserve"> район  предоставляются на срок до одного года в сумме 9 350,0   тысяч (девять миллионов триста пятьдесят тысяч) рублей, в том числе со сроком возврата в 2018 году в сумме  1500,0 тысяч (один миллион пятьсот тысяч) рублей и в 2019 году в сумме 7 850,0</w:t>
      </w:r>
      <w:proofErr w:type="gramEnd"/>
      <w:r w:rsidR="00BE4700">
        <w:rPr>
          <w:rFonts w:ascii="Times New Roman" w:hAnsi="Times New Roman"/>
          <w:sz w:val="28"/>
          <w:szCs w:val="28"/>
        </w:rPr>
        <w:t xml:space="preserve"> тысяч (семь миллионов восемьсот пятьдесят тысяч) рублей.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бюджетные</w:t>
      </w:r>
      <w:r w:rsidR="00EB4F9E">
        <w:rPr>
          <w:rFonts w:ascii="Times New Roman" w:hAnsi="Times New Roman" w:cs="Times New Roman"/>
          <w:sz w:val="28"/>
          <w:szCs w:val="28"/>
        </w:rPr>
        <w:t xml:space="preserve"> кредиты бюджетам поселений Новокубанского района предоставляются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B4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основани</w:t>
      </w:r>
      <w:r w:rsidR="00EB4F9E">
        <w:rPr>
          <w:rFonts w:ascii="Times New Roman" w:hAnsi="Times New Roman" w:cs="Times New Roman"/>
          <w:sz w:val="28"/>
          <w:szCs w:val="28"/>
        </w:rPr>
        <w:t>и обращения главы поселения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1C6B55" w:rsidRPr="003F065C" w:rsidRDefault="00B94417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 </w:t>
      </w:r>
      <w:r w:rsidR="001C6B55" w:rsidRPr="003F065C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при и</w:t>
      </w:r>
      <w:r w:rsidR="00EB4F9E">
        <w:rPr>
          <w:rFonts w:ascii="Times New Roman" w:hAnsi="Times New Roman" w:cs="Times New Roman"/>
          <w:sz w:val="28"/>
          <w:szCs w:val="28"/>
        </w:rPr>
        <w:t>сполнении бюджетов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со сроком возврата в 2018 году;</w:t>
      </w:r>
    </w:p>
    <w:p w:rsidR="001C6B55" w:rsidRPr="003F065C" w:rsidRDefault="00E060C2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 </w:t>
      </w:r>
      <w:r w:rsidR="001C6B55" w:rsidRPr="003F065C">
        <w:rPr>
          <w:rFonts w:ascii="Times New Roman" w:hAnsi="Times New Roman" w:cs="Times New Roman"/>
          <w:sz w:val="28"/>
          <w:szCs w:val="28"/>
        </w:rPr>
        <w:t>частичное покрытие д</w:t>
      </w:r>
      <w:r w:rsidR="00EB4F9E">
        <w:rPr>
          <w:rFonts w:ascii="Times New Roman" w:hAnsi="Times New Roman" w:cs="Times New Roman"/>
          <w:sz w:val="28"/>
          <w:szCs w:val="28"/>
        </w:rPr>
        <w:t xml:space="preserve">ефицитов бюджетов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при наличии временных кассовых разрывов со сроком возврата в 2019 году;</w:t>
      </w:r>
    </w:p>
    <w:p w:rsidR="001C6B55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2019 году.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</w:t>
      </w:r>
      <w:r w:rsidR="00EB4F9E">
        <w:rPr>
          <w:rFonts w:ascii="Times New Roman" w:hAnsi="Times New Roman" w:cs="Times New Roman"/>
          <w:sz w:val="28"/>
          <w:szCs w:val="28"/>
        </w:rPr>
        <w:t xml:space="preserve">совым планом исполнения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B4F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плату за пользование указа</w:t>
      </w:r>
      <w:r w:rsidR="008A4D4B">
        <w:rPr>
          <w:rFonts w:ascii="Times New Roman" w:hAnsi="Times New Roman" w:cs="Times New Roman"/>
          <w:sz w:val="28"/>
          <w:szCs w:val="28"/>
        </w:rPr>
        <w:t xml:space="preserve">нными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бюджетными кредитами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>: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2)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1C6B55" w:rsidRPr="003F065C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1C6B55" w:rsidRPr="003F065C">
        <w:rPr>
          <w:rFonts w:ascii="Times New Roman" w:hAnsi="Times New Roman" w:cs="Times New Roman"/>
          <w:sz w:val="28"/>
          <w:szCs w:val="28"/>
        </w:rPr>
        <w:t>. Бюджетные кредиты, у</w:t>
      </w:r>
      <w:r w:rsidR="008A4D4B">
        <w:rPr>
          <w:rFonts w:ascii="Times New Roman" w:hAnsi="Times New Roman" w:cs="Times New Roman"/>
          <w:sz w:val="28"/>
          <w:szCs w:val="28"/>
        </w:rPr>
        <w:t xml:space="preserve">казанные в </w:t>
      </w:r>
      <w:r w:rsidR="008C021A">
        <w:rPr>
          <w:rFonts w:ascii="Times New Roman" w:hAnsi="Times New Roman" w:cs="Times New Roman"/>
          <w:sz w:val="28"/>
          <w:szCs w:val="28"/>
        </w:rPr>
        <w:t>под</w:t>
      </w:r>
      <w:r w:rsidR="008A4D4B">
        <w:rPr>
          <w:rFonts w:ascii="Times New Roman" w:hAnsi="Times New Roman" w:cs="Times New Roman"/>
          <w:sz w:val="28"/>
          <w:szCs w:val="28"/>
        </w:rPr>
        <w:t xml:space="preserve">пунктах 1 и 2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пункта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</w:t>
      </w:r>
      <w:r w:rsidR="001C6B55" w:rsidRPr="003F065C">
        <w:rPr>
          <w:rFonts w:ascii="Times New Roman" w:hAnsi="Times New Roman" w:cs="Times New Roman"/>
          <w:sz w:val="28"/>
          <w:szCs w:val="28"/>
        </w:rPr>
        <w:lastRenderedPageBreak/>
        <w:t>предоставляются при условии соблюдени</w:t>
      </w:r>
      <w:r w:rsidR="00CE2D38" w:rsidRPr="003F065C">
        <w:rPr>
          <w:rFonts w:ascii="Times New Roman" w:hAnsi="Times New Roman" w:cs="Times New Roman"/>
          <w:sz w:val="28"/>
          <w:szCs w:val="28"/>
        </w:rPr>
        <w:t>я,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установленных высшим исполнительным органом государственной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</w:t>
      </w:r>
      <w:r w:rsidR="00DC6558" w:rsidRPr="003F065C">
        <w:rPr>
          <w:rFonts w:ascii="Times New Roman" w:hAnsi="Times New Roman" w:cs="Times New Roman"/>
          <w:sz w:val="28"/>
          <w:szCs w:val="28"/>
        </w:rPr>
        <w:t>ого самоуправления.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Предост</w:t>
      </w:r>
      <w:r w:rsidR="00793A33">
        <w:rPr>
          <w:rFonts w:ascii="Times New Roman" w:hAnsi="Times New Roman" w:cs="Times New Roman"/>
          <w:sz w:val="28"/>
          <w:szCs w:val="28"/>
        </w:rPr>
        <w:t xml:space="preserve">авление, использование и возврат поселениями Новокубанского района указанных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793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бюджетных к</w:t>
      </w:r>
      <w:r w:rsidR="00793A33">
        <w:rPr>
          <w:rFonts w:ascii="Times New Roman" w:hAnsi="Times New Roman" w:cs="Times New Roman"/>
          <w:sz w:val="28"/>
          <w:szCs w:val="28"/>
        </w:rPr>
        <w:t xml:space="preserve">редитов, полученных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793A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осуществляются в</w:t>
      </w:r>
      <w:r w:rsidR="00793A33">
        <w:rPr>
          <w:rFonts w:ascii="Times New Roman" w:hAnsi="Times New Roman" w:cs="Times New Roman"/>
          <w:sz w:val="28"/>
          <w:szCs w:val="28"/>
        </w:rPr>
        <w:t xml:space="preserve"> порядке, установленном администрацией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93A33">
        <w:rPr>
          <w:rFonts w:ascii="Times New Roman" w:hAnsi="Times New Roman" w:cs="Times New Roman"/>
          <w:sz w:val="28"/>
          <w:szCs w:val="28"/>
        </w:rPr>
        <w:t xml:space="preserve">. 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93A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предоставляются бюджетам поселений </w:t>
      </w:r>
      <w:r w:rsidR="001C6B55" w:rsidRPr="003F065C">
        <w:rPr>
          <w:rFonts w:ascii="Times New Roman" w:hAnsi="Times New Roman" w:cs="Times New Roman"/>
          <w:sz w:val="28"/>
          <w:szCs w:val="28"/>
        </w:rPr>
        <w:t>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A30784">
        <w:rPr>
          <w:rFonts w:ascii="Times New Roman" w:hAnsi="Times New Roman" w:cs="Times New Roman"/>
          <w:sz w:val="28"/>
          <w:szCs w:val="28"/>
        </w:rPr>
        <w:t xml:space="preserve">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07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не предос</w:t>
      </w:r>
      <w:r w:rsidR="00A30784">
        <w:rPr>
          <w:rFonts w:ascii="Times New Roman" w:hAnsi="Times New Roman" w:cs="Times New Roman"/>
          <w:sz w:val="28"/>
          <w:szCs w:val="28"/>
        </w:rPr>
        <w:t>тавляются бюджетам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у которых:</w:t>
      </w:r>
    </w:p>
    <w:p w:rsidR="001C6B55" w:rsidRPr="003F065C" w:rsidRDefault="001C6B55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</w:t>
      </w:r>
      <w:r w:rsidR="006F308F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F065C">
        <w:rPr>
          <w:rFonts w:ascii="Times New Roman" w:hAnsi="Times New Roman" w:cs="Times New Roman"/>
          <w:sz w:val="28"/>
          <w:szCs w:val="28"/>
        </w:rPr>
        <w:t>, статьями 107, 111 и пунктом 2 статьи 103 Бюджетного кодекса Российской Федерации;</w:t>
      </w:r>
    </w:p>
    <w:p w:rsidR="006A492B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обязательствам перед </w:t>
      </w:r>
      <w:r w:rsidRPr="003F065C">
        <w:rPr>
          <w:rFonts w:ascii="Times New Roman" w:hAnsi="Times New Roman" w:cs="Times New Roman"/>
          <w:sz w:val="28"/>
          <w:szCs w:val="28"/>
        </w:rPr>
        <w:t>бюджетом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</w:t>
      </w:r>
      <w:r w:rsidR="00A30784">
        <w:rPr>
          <w:rFonts w:ascii="Times New Roman" w:hAnsi="Times New Roman" w:cs="Times New Roman"/>
          <w:sz w:val="28"/>
          <w:szCs w:val="28"/>
        </w:rPr>
        <w:t xml:space="preserve">ьств (задолженности)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по бюджетн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кредитам,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путем изменения срока погашения бюджетных кредитов в преде</w:t>
      </w:r>
      <w:r w:rsidR="00A30784">
        <w:rPr>
          <w:rFonts w:ascii="Times New Roman" w:hAnsi="Times New Roman" w:cs="Times New Roman"/>
          <w:sz w:val="28"/>
          <w:szCs w:val="28"/>
        </w:rPr>
        <w:t xml:space="preserve">лах срока, установленного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A30784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пунктом 2</w:t>
      </w:r>
      <w:r>
        <w:rPr>
          <w:rFonts w:ascii="Times New Roman" w:hAnsi="Times New Roman" w:cs="Times New Roman"/>
          <w:sz w:val="28"/>
          <w:szCs w:val="28"/>
        </w:rPr>
        <w:t>9</w:t>
      </w:r>
      <w:r w:rsidR="00A30784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C3683">
        <w:rPr>
          <w:rFonts w:ascii="Times New Roman" w:hAnsi="Times New Roman" w:cs="Times New Roman"/>
          <w:sz w:val="28"/>
          <w:szCs w:val="28"/>
        </w:rPr>
        <w:t xml:space="preserve">. 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район, принимает администрация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осуществляется при невозможности вернуть бюджетные средства, предоставленные на возвратной основе, в установленные сроки на </w:t>
      </w:r>
      <w:r w:rsidR="009C3683">
        <w:rPr>
          <w:rFonts w:ascii="Times New Roman" w:hAnsi="Times New Roman" w:cs="Times New Roman"/>
          <w:sz w:val="28"/>
          <w:szCs w:val="28"/>
        </w:rPr>
        <w:t>основании обращения главы поселения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6A492B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C3683">
        <w:rPr>
          <w:rFonts w:ascii="Times New Roman" w:hAnsi="Times New Roman" w:cs="Times New Roman"/>
          <w:sz w:val="28"/>
          <w:szCs w:val="28"/>
        </w:rPr>
        <w:lastRenderedPageBreak/>
        <w:t>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в порядке и на ус</w:t>
      </w:r>
      <w:r w:rsidR="009C3683">
        <w:rPr>
          <w:rFonts w:ascii="Times New Roman" w:hAnsi="Times New Roman" w:cs="Times New Roman"/>
          <w:sz w:val="28"/>
          <w:szCs w:val="28"/>
        </w:rPr>
        <w:t xml:space="preserve">ловиях, установленных </w:t>
      </w:r>
      <w:r w:rsidR="008C021A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>37-39</w:t>
      </w:r>
      <w:r w:rsidR="009C3683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и принимаемым в </w:t>
      </w:r>
      <w:r w:rsidR="009C3683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норм</w:t>
      </w:r>
      <w:r w:rsidR="009C3683">
        <w:rPr>
          <w:rFonts w:ascii="Times New Roman" w:hAnsi="Times New Roman" w:cs="Times New Roman"/>
          <w:sz w:val="28"/>
          <w:szCs w:val="28"/>
        </w:rPr>
        <w:t>ативным правовым актом администрации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6B55" w:rsidRPr="003F065C" w:rsidRDefault="007C2AD1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41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внутренних за</w:t>
      </w:r>
      <w:r w:rsidR="009C3683">
        <w:rPr>
          <w:rFonts w:ascii="Times New Roman" w:hAnsi="Times New Roman" w:cs="Times New Roman"/>
          <w:sz w:val="28"/>
          <w:szCs w:val="28"/>
        </w:rPr>
        <w:t xml:space="preserve">имствований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2018 год и на плановый период 2019 и</w:t>
      </w:r>
      <w:r w:rsidR="00762F27">
        <w:rPr>
          <w:rFonts w:ascii="Times New Roman" w:hAnsi="Times New Roman" w:cs="Times New Roman"/>
          <w:sz w:val="28"/>
          <w:szCs w:val="28"/>
        </w:rPr>
        <w:t xml:space="preserve"> 2020 годов согласно приложению № 19</w:t>
      </w:r>
      <w:r w:rsidR="009C368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 гарантий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и на плановый период 2019 и 2020 годов согласно приложени</w:t>
      </w:r>
      <w:r w:rsidR="00762F27">
        <w:rPr>
          <w:rFonts w:ascii="Times New Roman" w:hAnsi="Times New Roman" w:cs="Times New Roman"/>
          <w:sz w:val="28"/>
          <w:szCs w:val="28"/>
        </w:rPr>
        <w:t>ю № 20</w:t>
      </w:r>
      <w:r w:rsidR="00043C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B74ADE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</w:t>
      </w:r>
      <w:r w:rsidR="00043C38">
        <w:rPr>
          <w:rFonts w:ascii="Times New Roman" w:hAnsi="Times New Roman" w:cs="Times New Roman"/>
          <w:sz w:val="28"/>
          <w:szCs w:val="28"/>
        </w:rPr>
        <w:t xml:space="preserve">редельный объем муниципального  долга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на 2018 год в сумме </w:t>
      </w:r>
      <w:r w:rsidR="009E0156">
        <w:rPr>
          <w:rFonts w:ascii="Times New Roman" w:hAnsi="Times New Roman" w:cs="Times New Roman"/>
          <w:sz w:val="28"/>
          <w:szCs w:val="28"/>
        </w:rPr>
        <w:t xml:space="preserve">   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на 2019 год в сумме</w:t>
      </w:r>
      <w:r w:rsidR="0024110C">
        <w:rPr>
          <w:rFonts w:ascii="Times New Roman" w:hAnsi="Times New Roman" w:cs="Times New Roman"/>
          <w:sz w:val="28"/>
          <w:szCs w:val="28"/>
        </w:rPr>
        <w:t xml:space="preserve">    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000,0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24110C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рублей и на 2020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="00043C38">
        <w:rPr>
          <w:rFonts w:ascii="Times New Roman" w:hAnsi="Times New Roman" w:cs="Times New Roman"/>
          <w:sz w:val="28"/>
          <w:szCs w:val="28"/>
        </w:rPr>
        <w:t>рублей.</w:t>
      </w:r>
    </w:p>
    <w:p w:rsidR="003B226C" w:rsidRPr="00043C38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3B226C">
        <w:rPr>
          <w:rFonts w:ascii="Times New Roman" w:hAnsi="Times New Roman" w:cs="Times New Roman"/>
          <w:sz w:val="28"/>
          <w:szCs w:val="28"/>
        </w:rPr>
        <w:t>.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муниципального образов</w:t>
      </w:r>
      <w:r w:rsidR="003B226C">
        <w:rPr>
          <w:rFonts w:ascii="Times New Roman" w:hAnsi="Times New Roman" w:cs="Times New Roman"/>
          <w:sz w:val="28"/>
          <w:szCs w:val="28"/>
        </w:rPr>
        <w:t>ания Новокубанский район на 2018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</w:t>
      </w:r>
      <w:r w:rsidR="003B226C">
        <w:rPr>
          <w:rFonts w:ascii="Times New Roman" w:hAnsi="Times New Roman" w:cs="Times New Roman"/>
          <w:sz w:val="28"/>
          <w:szCs w:val="28"/>
        </w:rPr>
        <w:t xml:space="preserve">е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рублей, на 2019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B226C">
        <w:rPr>
          <w:rFonts w:ascii="Times New Roman" w:hAnsi="Times New Roman" w:cs="Times New Roman"/>
          <w:sz w:val="28"/>
          <w:szCs w:val="28"/>
        </w:rPr>
        <w:t xml:space="preserve">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 и на 2020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3B226C" w:rsidRPr="003B226C">
        <w:rPr>
          <w:rFonts w:ascii="Times New Roman" w:hAnsi="Times New Roman" w:cs="Times New Roman"/>
          <w:sz w:val="28"/>
          <w:szCs w:val="28"/>
        </w:rPr>
        <w:t>30 000,0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A517B" w:rsidRPr="003F065C" w:rsidRDefault="003B226C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45</w:t>
      </w:r>
      <w:r w:rsidR="007C2AD1">
        <w:rPr>
          <w:rFonts w:ascii="Times New Roman" w:hAnsi="Times New Roman" w:cs="Times New Roman"/>
          <w:sz w:val="28"/>
          <w:szCs w:val="28"/>
        </w:rPr>
        <w:t xml:space="preserve">. </w:t>
      </w:r>
      <w:r w:rsidR="00BF1F12" w:rsidRPr="003F065C">
        <w:rPr>
          <w:rFonts w:ascii="Times New Roman" w:hAnsi="Times New Roman" w:cs="Times New Roman"/>
          <w:sz w:val="28"/>
          <w:szCs w:val="28"/>
        </w:rPr>
        <w:t>Нормативные п</w:t>
      </w:r>
      <w:r w:rsidR="00E13299">
        <w:rPr>
          <w:rFonts w:ascii="Times New Roman" w:hAnsi="Times New Roman" w:cs="Times New Roman"/>
          <w:sz w:val="28"/>
          <w:szCs w:val="28"/>
        </w:rPr>
        <w:t>равовые акты муниципального образования Новокубанский район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F1F12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E13299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="00E13299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F1F12" w:rsidRPr="003F065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624BB" w:rsidRPr="00A624BB" w:rsidRDefault="007C2AD1" w:rsidP="007C2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AD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1DD9">
        <w:rPr>
          <w:rFonts w:ascii="Times New Roman" w:hAnsi="Times New Roman" w:cs="Times New Roman"/>
          <w:sz w:val="28"/>
          <w:szCs w:val="28"/>
        </w:rPr>
        <w:t>46</w:t>
      </w:r>
      <w:r w:rsidRPr="007C2A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299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931658">
        <w:rPr>
          <w:rFonts w:ascii="Times New Roman" w:hAnsi="Times New Roman" w:cs="Times New Roman"/>
          <w:sz w:val="28"/>
          <w:szCs w:val="28"/>
        </w:rPr>
        <w:t>о дня его официального опубликования на официальном сайте администрации муниципального образования Новокубанский район, но не ранее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BF1F12" w:rsidRPr="003F065C">
        <w:rPr>
          <w:rFonts w:ascii="Times New Roman" w:hAnsi="Times New Roman" w:cs="Times New Roman"/>
          <w:sz w:val="28"/>
          <w:szCs w:val="28"/>
        </w:rPr>
        <w:t>8</w:t>
      </w:r>
      <w:r w:rsidR="00E1329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A624BB" w:rsidRPr="00A62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E1329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624BB" w:rsidRPr="00A624BB" w:rsidRDefault="00A624BB" w:rsidP="007C2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460" w:rsidRPr="00496460" w:rsidRDefault="00A624BB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301F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</w:t>
      </w:r>
      <w:r w:rsidR="00943F5C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</w:t>
      </w:r>
      <w:r w:rsidR="0049646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муниципального </w:t>
      </w:r>
      <w:r w:rsidR="00496460" w:rsidRPr="0049646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</w:t>
      </w:r>
      <w:r w:rsidR="00683E9D">
        <w:rPr>
          <w:rFonts w:ascii="Times New Roman" w:eastAsia="Calibri" w:hAnsi="Times New Roman" w:cs="Times New Roman"/>
          <w:sz w:val="28"/>
          <w:szCs w:val="28"/>
        </w:rPr>
        <w:t>ания        Председатель Совета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3E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683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9646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</w:p>
    <w:p w:rsidR="00E905D3" w:rsidRPr="00EA79D2" w:rsidRDefault="00496460" w:rsidP="00943F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905D3" w:rsidRPr="00EA79D2" w:rsidSect="006E7C58">
          <w:headerReference w:type="default" r:id="rId16"/>
          <w:pgSz w:w="11905" w:h="16838"/>
          <w:pgMar w:top="1134" w:right="706" w:bottom="993" w:left="1701" w:header="454" w:footer="0" w:gutter="0"/>
          <w:cols w:space="720"/>
          <w:noEndnote/>
          <w:titlePg/>
          <w:docGrid w:linePitch="299"/>
        </w:sect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eastAsia="Calibri" w:hAnsi="Times New Roman" w:cs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31658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proofErr w:type="spellStart"/>
      <w:r w:rsidR="00931658">
        <w:rPr>
          <w:rFonts w:ascii="Times New Roman" w:eastAsia="Calibri" w:hAnsi="Times New Roman" w:cs="Times New Roman"/>
          <w:sz w:val="28"/>
          <w:szCs w:val="28"/>
        </w:rPr>
        <w:t>Е.Н.Шутов</w:t>
      </w:r>
      <w:proofErr w:type="spellEnd"/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</w:t>
      </w:r>
      <w:r w:rsidR="0093165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</w:p>
    <w:p w:rsidR="0003135D" w:rsidRPr="00EA79D2" w:rsidRDefault="0003135D" w:rsidP="00A62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03135D" w:rsidRPr="00EA79D2" w:rsidSect="00931658">
      <w:pgSz w:w="11905" w:h="16838"/>
      <w:pgMar w:top="851" w:right="565" w:bottom="851" w:left="567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D2" w:rsidRDefault="00EA79D2" w:rsidP="00EC0981">
      <w:pPr>
        <w:spacing w:after="0" w:line="240" w:lineRule="auto"/>
      </w:pPr>
      <w:r>
        <w:separator/>
      </w:r>
    </w:p>
  </w:endnote>
  <w:end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D2" w:rsidRDefault="00EA79D2" w:rsidP="00EC0981">
      <w:pPr>
        <w:spacing w:after="0" w:line="240" w:lineRule="auto"/>
      </w:pPr>
      <w:r>
        <w:separator/>
      </w:r>
    </w:p>
  </w:footnote>
  <w:foot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79D2" w:rsidRPr="00EC0981" w:rsidRDefault="00EA79D2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0E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79D2" w:rsidRDefault="00EA79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43C38"/>
    <w:rsid w:val="00060589"/>
    <w:rsid w:val="00065277"/>
    <w:rsid w:val="00082CF7"/>
    <w:rsid w:val="000866FE"/>
    <w:rsid w:val="0009608B"/>
    <w:rsid w:val="000B58E8"/>
    <w:rsid w:val="000E4511"/>
    <w:rsid w:val="000F53FF"/>
    <w:rsid w:val="00112D10"/>
    <w:rsid w:val="00117F6D"/>
    <w:rsid w:val="00122419"/>
    <w:rsid w:val="00123F71"/>
    <w:rsid w:val="00125E6F"/>
    <w:rsid w:val="001371A2"/>
    <w:rsid w:val="00142E7A"/>
    <w:rsid w:val="00143674"/>
    <w:rsid w:val="001451D5"/>
    <w:rsid w:val="00145A51"/>
    <w:rsid w:val="001475DC"/>
    <w:rsid w:val="001514FD"/>
    <w:rsid w:val="0015381D"/>
    <w:rsid w:val="00167247"/>
    <w:rsid w:val="00177C36"/>
    <w:rsid w:val="00182AC0"/>
    <w:rsid w:val="00186AB2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363AD"/>
    <w:rsid w:val="0024110C"/>
    <w:rsid w:val="00241EF8"/>
    <w:rsid w:val="0026686E"/>
    <w:rsid w:val="002711FD"/>
    <w:rsid w:val="002A28A5"/>
    <w:rsid w:val="002A64D2"/>
    <w:rsid w:val="002A797A"/>
    <w:rsid w:val="002B508C"/>
    <w:rsid w:val="002E7CB2"/>
    <w:rsid w:val="00301F96"/>
    <w:rsid w:val="00326523"/>
    <w:rsid w:val="0033639A"/>
    <w:rsid w:val="0033667A"/>
    <w:rsid w:val="00351932"/>
    <w:rsid w:val="00355CE0"/>
    <w:rsid w:val="00360AD3"/>
    <w:rsid w:val="00370141"/>
    <w:rsid w:val="00371527"/>
    <w:rsid w:val="00377F7D"/>
    <w:rsid w:val="00385B88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753B5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C0C05"/>
    <w:rsid w:val="004C3CD8"/>
    <w:rsid w:val="004C6AEF"/>
    <w:rsid w:val="004C7B79"/>
    <w:rsid w:val="004F3EA6"/>
    <w:rsid w:val="004F508C"/>
    <w:rsid w:val="00500166"/>
    <w:rsid w:val="00500D5F"/>
    <w:rsid w:val="00510069"/>
    <w:rsid w:val="00510CD3"/>
    <w:rsid w:val="005126B9"/>
    <w:rsid w:val="00517853"/>
    <w:rsid w:val="005234D7"/>
    <w:rsid w:val="00531878"/>
    <w:rsid w:val="005404D1"/>
    <w:rsid w:val="0055505C"/>
    <w:rsid w:val="00557A18"/>
    <w:rsid w:val="00560D69"/>
    <w:rsid w:val="0056376E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57B69"/>
    <w:rsid w:val="0067124D"/>
    <w:rsid w:val="00671DD9"/>
    <w:rsid w:val="00680F39"/>
    <w:rsid w:val="00682163"/>
    <w:rsid w:val="00683E9D"/>
    <w:rsid w:val="00695650"/>
    <w:rsid w:val="006A492B"/>
    <w:rsid w:val="006C0864"/>
    <w:rsid w:val="006C71D5"/>
    <w:rsid w:val="006D5DE9"/>
    <w:rsid w:val="006E493A"/>
    <w:rsid w:val="006E7C58"/>
    <w:rsid w:val="006E7DE0"/>
    <w:rsid w:val="006F308F"/>
    <w:rsid w:val="006F4053"/>
    <w:rsid w:val="006F6F49"/>
    <w:rsid w:val="00701304"/>
    <w:rsid w:val="007075A6"/>
    <w:rsid w:val="007270E9"/>
    <w:rsid w:val="00734330"/>
    <w:rsid w:val="00735705"/>
    <w:rsid w:val="0075194C"/>
    <w:rsid w:val="00762B26"/>
    <w:rsid w:val="00762F27"/>
    <w:rsid w:val="00772F1B"/>
    <w:rsid w:val="00793A33"/>
    <w:rsid w:val="0079473F"/>
    <w:rsid w:val="007967DA"/>
    <w:rsid w:val="007B422E"/>
    <w:rsid w:val="007C2AD1"/>
    <w:rsid w:val="007D38EC"/>
    <w:rsid w:val="007D3A34"/>
    <w:rsid w:val="007E0A76"/>
    <w:rsid w:val="007E7571"/>
    <w:rsid w:val="007F28F0"/>
    <w:rsid w:val="007F5F41"/>
    <w:rsid w:val="008021A6"/>
    <w:rsid w:val="00803EAF"/>
    <w:rsid w:val="00810994"/>
    <w:rsid w:val="00811FD1"/>
    <w:rsid w:val="00814F5F"/>
    <w:rsid w:val="0082036C"/>
    <w:rsid w:val="008228F6"/>
    <w:rsid w:val="00852216"/>
    <w:rsid w:val="00852F2A"/>
    <w:rsid w:val="0087210F"/>
    <w:rsid w:val="008A081E"/>
    <w:rsid w:val="008A4D4B"/>
    <w:rsid w:val="008B0EB0"/>
    <w:rsid w:val="008B7843"/>
    <w:rsid w:val="008C021A"/>
    <w:rsid w:val="008C2BB7"/>
    <w:rsid w:val="008C66B2"/>
    <w:rsid w:val="008D450F"/>
    <w:rsid w:val="008E5C9A"/>
    <w:rsid w:val="008F128E"/>
    <w:rsid w:val="00906BE7"/>
    <w:rsid w:val="00915F50"/>
    <w:rsid w:val="00920D19"/>
    <w:rsid w:val="00931658"/>
    <w:rsid w:val="00932338"/>
    <w:rsid w:val="00943654"/>
    <w:rsid w:val="00943F5C"/>
    <w:rsid w:val="00944A29"/>
    <w:rsid w:val="00947144"/>
    <w:rsid w:val="0096017E"/>
    <w:rsid w:val="00964DBE"/>
    <w:rsid w:val="00977605"/>
    <w:rsid w:val="00984CF4"/>
    <w:rsid w:val="00991A43"/>
    <w:rsid w:val="009943DA"/>
    <w:rsid w:val="009C3683"/>
    <w:rsid w:val="009C531E"/>
    <w:rsid w:val="009D5D6C"/>
    <w:rsid w:val="009E0156"/>
    <w:rsid w:val="009E1A13"/>
    <w:rsid w:val="009F3C34"/>
    <w:rsid w:val="009F3F67"/>
    <w:rsid w:val="00A04C0D"/>
    <w:rsid w:val="00A30784"/>
    <w:rsid w:val="00A43F40"/>
    <w:rsid w:val="00A47E59"/>
    <w:rsid w:val="00A52AD9"/>
    <w:rsid w:val="00A624BB"/>
    <w:rsid w:val="00A62B02"/>
    <w:rsid w:val="00A643FD"/>
    <w:rsid w:val="00A76D08"/>
    <w:rsid w:val="00A91AA4"/>
    <w:rsid w:val="00A95896"/>
    <w:rsid w:val="00AB028D"/>
    <w:rsid w:val="00AB2F52"/>
    <w:rsid w:val="00AE0C20"/>
    <w:rsid w:val="00AE0FF7"/>
    <w:rsid w:val="00AE273E"/>
    <w:rsid w:val="00AE7B80"/>
    <w:rsid w:val="00B01AB1"/>
    <w:rsid w:val="00B20E9F"/>
    <w:rsid w:val="00B23096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E4700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6107"/>
    <w:rsid w:val="00C612CC"/>
    <w:rsid w:val="00C61DE4"/>
    <w:rsid w:val="00C73C76"/>
    <w:rsid w:val="00C84820"/>
    <w:rsid w:val="00C94EBD"/>
    <w:rsid w:val="00CA06F6"/>
    <w:rsid w:val="00CA5852"/>
    <w:rsid w:val="00CB28D6"/>
    <w:rsid w:val="00CB7222"/>
    <w:rsid w:val="00CD6276"/>
    <w:rsid w:val="00CE2D38"/>
    <w:rsid w:val="00D05F4E"/>
    <w:rsid w:val="00D30CD6"/>
    <w:rsid w:val="00D34D29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90B98"/>
    <w:rsid w:val="00DA152A"/>
    <w:rsid w:val="00DA57E6"/>
    <w:rsid w:val="00DB139C"/>
    <w:rsid w:val="00DB4940"/>
    <w:rsid w:val="00DB631F"/>
    <w:rsid w:val="00DC6558"/>
    <w:rsid w:val="00DD229C"/>
    <w:rsid w:val="00DE138D"/>
    <w:rsid w:val="00DF320C"/>
    <w:rsid w:val="00E060C2"/>
    <w:rsid w:val="00E13299"/>
    <w:rsid w:val="00E201D9"/>
    <w:rsid w:val="00E309B7"/>
    <w:rsid w:val="00E35B3C"/>
    <w:rsid w:val="00E55ADD"/>
    <w:rsid w:val="00E62B11"/>
    <w:rsid w:val="00E635AE"/>
    <w:rsid w:val="00E905D3"/>
    <w:rsid w:val="00EA29CB"/>
    <w:rsid w:val="00EA4BC8"/>
    <w:rsid w:val="00EA79D2"/>
    <w:rsid w:val="00EB0F22"/>
    <w:rsid w:val="00EB286C"/>
    <w:rsid w:val="00EB4F9E"/>
    <w:rsid w:val="00EC0981"/>
    <w:rsid w:val="00EC6535"/>
    <w:rsid w:val="00EC6732"/>
    <w:rsid w:val="00EC6E73"/>
    <w:rsid w:val="00ED07AF"/>
    <w:rsid w:val="00EF58CC"/>
    <w:rsid w:val="00EF5F8A"/>
    <w:rsid w:val="00F03E96"/>
    <w:rsid w:val="00F3121C"/>
    <w:rsid w:val="00F40217"/>
    <w:rsid w:val="00F4301F"/>
    <w:rsid w:val="00F54F23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BFBY1c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5FCFF1A2A01C426BFA14D8C22BD242516EA50E37A0B6A4644701EBC1109C98449C894F138B78CD6CYB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07BC0E4FAE3705D3FFD734054F4C397B6A130E406F9F29265F68DE7C44A8EF98980DBDB89B602FC15EDFP634G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77440-B6EA-4927-AF37-71B22331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9</Pages>
  <Words>3261</Words>
  <Characters>18590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Жанова Салимат</cp:lastModifiedBy>
  <cp:revision>54</cp:revision>
  <cp:lastPrinted>2017-12-19T08:32:00Z</cp:lastPrinted>
  <dcterms:created xsi:type="dcterms:W3CDTF">2017-10-10T08:46:00Z</dcterms:created>
  <dcterms:modified xsi:type="dcterms:W3CDTF">2018-03-22T08:36:00Z</dcterms:modified>
</cp:coreProperties>
</file>