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9484A" w:rsidRDefault="008148EA" w:rsidP="002A790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E513A">
              <w:rPr>
                <w:szCs w:val="28"/>
              </w:rPr>
              <w:t xml:space="preserve"> </w:t>
            </w:r>
            <w:r w:rsidR="00C3442C" w:rsidRPr="002A7901">
              <w:rPr>
                <w:szCs w:val="28"/>
              </w:rPr>
              <w:t xml:space="preserve">      </w:t>
            </w:r>
          </w:p>
          <w:p w:rsidR="00B9484A" w:rsidRDefault="00B9484A" w:rsidP="00B9484A">
            <w:pPr>
              <w:ind w:left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Приложение № 11</w:t>
            </w:r>
          </w:p>
          <w:p w:rsidR="00B9484A" w:rsidRDefault="00B9484A" w:rsidP="00B9484A">
            <w:pPr>
              <w:ind w:left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B9484A" w:rsidRDefault="00B9484A" w:rsidP="00B9484A">
            <w:pPr>
              <w:ind w:left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образования </w:t>
            </w:r>
            <w:proofErr w:type="spellStart"/>
            <w:r>
              <w:rPr>
                <w:bCs/>
                <w:szCs w:val="28"/>
              </w:rPr>
              <w:t>Новокубанский</w:t>
            </w:r>
            <w:proofErr w:type="spellEnd"/>
            <w:r>
              <w:rPr>
                <w:bCs/>
                <w:szCs w:val="28"/>
              </w:rPr>
              <w:t xml:space="preserve"> район</w:t>
            </w:r>
          </w:p>
          <w:p w:rsidR="00805460" w:rsidRDefault="00805460" w:rsidP="00805460">
            <w:pPr>
              <w:ind w:firstLine="5103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16 августа 2018 года № 365</w:t>
            </w:r>
          </w:p>
          <w:p w:rsidR="00B9484A" w:rsidRDefault="00B9484A" w:rsidP="00B9484A">
            <w:pPr>
              <w:ind w:left="4385" w:firstLine="718"/>
              <w:jc w:val="both"/>
              <w:rPr>
                <w:szCs w:val="28"/>
              </w:rPr>
            </w:pPr>
            <w:bookmarkStart w:id="0" w:name="_GoBack"/>
            <w:bookmarkEnd w:id="0"/>
          </w:p>
          <w:p w:rsidR="00AA75FA" w:rsidRPr="00BC5F4C" w:rsidRDefault="00B9484A" w:rsidP="00B9484A">
            <w:pPr>
              <w:ind w:left="4385" w:firstLine="718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C3442C" w:rsidRDefault="00C3442C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CD226D">
              <w:rPr>
                <w:szCs w:val="28"/>
              </w:rPr>
              <w:t xml:space="preserve">от  </w:t>
            </w:r>
            <w:r w:rsidR="00CD226D">
              <w:rPr>
                <w:szCs w:val="28"/>
                <w:lang w:val="en-US"/>
              </w:rPr>
              <w:t>21</w:t>
            </w:r>
            <w:r w:rsidR="00CD226D">
              <w:rPr>
                <w:szCs w:val="28"/>
              </w:rPr>
              <w:t xml:space="preserve"> декабря 2017 года  № 291</w:t>
            </w:r>
          </w:p>
        </w:tc>
      </w:tr>
      <w:tr w:rsidR="00627195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 xml:space="preserve"> на 2018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7B37DB" w:rsidRDefault="00AA75FA" w:rsidP="00CC2D3F">
            <w:pPr>
              <w:jc w:val="center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№ </w:t>
            </w:r>
            <w:proofErr w:type="gramStart"/>
            <w:r w:rsidRPr="007B37DB">
              <w:rPr>
                <w:sz w:val="24"/>
                <w:szCs w:val="24"/>
              </w:rPr>
              <w:t>п</w:t>
            </w:r>
            <w:proofErr w:type="gramEnd"/>
            <w:r w:rsidRPr="007B37DB">
              <w:rPr>
                <w:sz w:val="24"/>
                <w:szCs w:val="24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7B37DB" w:rsidRDefault="00AA75FA" w:rsidP="00CC2D3F">
            <w:pPr>
              <w:jc w:val="center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7B37DB" w:rsidRDefault="00CC2D3F" w:rsidP="00CC2D3F">
            <w:pPr>
              <w:jc w:val="center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AA75FA" w:rsidTr="00A3425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7B37DB">
        <w:trPr>
          <w:gridAfter w:val="2"/>
          <w:wAfter w:w="287" w:type="dxa"/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7B37DB" w:rsidRDefault="00AA75FA" w:rsidP="007B37DB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EF7229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3483</w:t>
            </w:r>
            <w:r w:rsidR="00627195" w:rsidRPr="007B37DB">
              <w:rPr>
                <w:sz w:val="24"/>
                <w:szCs w:val="24"/>
              </w:rPr>
              <w:t>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2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C3442C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пред</w:t>
            </w:r>
            <w:r w:rsidR="00AA75FA"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B9484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17 096,2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3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C3442C" w:rsidP="00CC2D3F">
            <w:pPr>
              <w:jc w:val="both"/>
              <w:rPr>
                <w:sz w:val="24"/>
                <w:szCs w:val="24"/>
              </w:rPr>
            </w:pPr>
            <w:proofErr w:type="gramStart"/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Красн</w:t>
            </w:r>
            <w:r w:rsidR="00AA75FA"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дарского края на выплату единовременного пособия на ремонт ж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лых помещений, принадлежащих детям-сиротам и детям, оставши</w:t>
            </w:r>
            <w:r w:rsidR="00AA75FA" w:rsidRPr="007B37DB">
              <w:rPr>
                <w:sz w:val="24"/>
                <w:szCs w:val="24"/>
              </w:rPr>
              <w:t>м</w:t>
            </w:r>
            <w:r w:rsidR="00AA75FA" w:rsidRPr="007B37DB">
              <w:rPr>
                <w:sz w:val="24"/>
                <w:szCs w:val="24"/>
              </w:rPr>
              <w:t>ся без попечения родителей, и лицам из их числа на праве собстве</w:t>
            </w:r>
            <w:r w:rsidR="00AA75FA" w:rsidRPr="007B37DB">
              <w:rPr>
                <w:sz w:val="24"/>
                <w:szCs w:val="24"/>
              </w:rPr>
              <w:t>н</w:t>
            </w:r>
            <w:r w:rsidR="00AA75FA" w:rsidRPr="007B37DB">
              <w:rPr>
                <w:sz w:val="24"/>
                <w:szCs w:val="24"/>
              </w:rPr>
              <w:t>ности, по окончании пребывания в образовательных и иных орган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="00AA75FA" w:rsidRPr="007B37DB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132,0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4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A3425A">
            <w:pPr>
              <w:jc w:val="both"/>
              <w:rPr>
                <w:sz w:val="24"/>
                <w:szCs w:val="24"/>
              </w:rPr>
            </w:pPr>
            <w:proofErr w:type="gramStart"/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5,2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5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A3425A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 xml:space="preserve">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="00AA75FA" w:rsidRPr="007B37DB">
              <w:rPr>
                <w:sz w:val="24"/>
                <w:szCs w:val="24"/>
              </w:rPr>
              <w:t>постинтернатного</w:t>
            </w:r>
            <w:proofErr w:type="spellEnd"/>
            <w:r w:rsidR="00AA75FA" w:rsidRPr="007B37DB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305,8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6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ежемесячного вознаграждения, причитающегося приемным род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телям за оказание услуг по воспитанию приемных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39117,0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lastRenderedPageBreak/>
              <w:t>7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ежемесячных денежных средств на содержание детей, нужда</w:t>
            </w:r>
            <w:r w:rsidR="00AA75FA" w:rsidRPr="007B37DB">
              <w:rPr>
                <w:sz w:val="24"/>
                <w:szCs w:val="24"/>
              </w:rPr>
              <w:t>ю</w:t>
            </w:r>
            <w:r w:rsidR="00AA75FA" w:rsidRPr="007B37DB">
              <w:rPr>
                <w:sz w:val="24"/>
                <w:szCs w:val="24"/>
              </w:rPr>
              <w:t>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293,9</w:t>
            </w:r>
          </w:p>
        </w:tc>
      </w:tr>
      <w:tr w:rsidR="00AA75FA" w:rsidTr="007B37DB">
        <w:trPr>
          <w:gridAfter w:val="2"/>
          <w:wAfter w:w="287" w:type="dxa"/>
          <w:cantSplit/>
          <w:trHeight w:val="11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8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ежемесячных денежных средств на содержание детей-сирот и д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тей, оставшихся без попечения родителей, находящихся под опекой (попечительством), включая предварительную опеку (попечител</w:t>
            </w:r>
            <w:r w:rsidR="00AA75FA" w:rsidRPr="007B37DB">
              <w:rPr>
                <w:sz w:val="24"/>
                <w:szCs w:val="24"/>
              </w:rPr>
              <w:t>ь</w:t>
            </w:r>
            <w:r w:rsidR="00AA75FA" w:rsidRPr="007B37DB">
              <w:rPr>
                <w:sz w:val="24"/>
                <w:szCs w:val="24"/>
              </w:rPr>
              <w:t>ство), переданных на воспитание в приемную семью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25A" w:rsidRPr="007B37DB" w:rsidRDefault="003700CA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47565,5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9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обесп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чению выплаты компенсации части родительской платы за пр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смотр и уход за детьми, посещающими образовательные организ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ции, реализующие образовательную программу дошкольного обр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7E6C06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8807</w:t>
            </w:r>
            <w:r w:rsidRPr="007B37DB">
              <w:rPr>
                <w:sz w:val="24"/>
                <w:szCs w:val="24"/>
              </w:rPr>
              <w:t>,6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10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обесп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чению льготным питанием учащихся из многодетных семей в мун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ципальных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7E6C06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2212,1</w:t>
            </w:r>
          </w:p>
        </w:tc>
      </w:tr>
      <w:tr w:rsidR="00EF7229" w:rsidTr="007B37DB">
        <w:trPr>
          <w:gridAfter w:val="2"/>
          <w:wAfter w:w="287" w:type="dxa"/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229" w:rsidRPr="007B37DB" w:rsidRDefault="00EF7229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11.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29" w:rsidRPr="007B37DB" w:rsidRDefault="00EF7229" w:rsidP="007B37DB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29" w:rsidRPr="007B37DB" w:rsidRDefault="00EF7229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415,0</w:t>
            </w:r>
          </w:p>
        </w:tc>
      </w:tr>
      <w:tr w:rsidR="00AA75FA" w:rsidTr="00B9484A">
        <w:trPr>
          <w:gridAfter w:val="2"/>
          <w:wAfter w:w="287" w:type="dxa"/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25A" w:rsidRPr="007B37DB" w:rsidRDefault="00A3425A" w:rsidP="00CC2D3F">
            <w:pPr>
              <w:rPr>
                <w:sz w:val="24"/>
                <w:szCs w:val="24"/>
              </w:rPr>
            </w:pPr>
          </w:p>
          <w:p w:rsidR="00AA75FA" w:rsidRPr="007B37DB" w:rsidRDefault="00AA75FA" w:rsidP="00CC2D3F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Pr="007B37DB" w:rsidRDefault="00AA75FA" w:rsidP="00CC2D3F">
            <w:pPr>
              <w:rPr>
                <w:b/>
                <w:bCs/>
                <w:sz w:val="24"/>
                <w:szCs w:val="24"/>
              </w:rPr>
            </w:pPr>
            <w:r w:rsidRPr="007B37D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5FA" w:rsidRPr="007B37DB" w:rsidRDefault="00EF7229" w:rsidP="00B9484A">
            <w:pPr>
              <w:jc w:val="right"/>
              <w:rPr>
                <w:b/>
                <w:bCs/>
                <w:sz w:val="24"/>
                <w:szCs w:val="24"/>
              </w:rPr>
            </w:pPr>
            <w:r w:rsidRPr="007B37DB">
              <w:rPr>
                <w:b/>
                <w:bCs/>
                <w:sz w:val="24"/>
                <w:szCs w:val="24"/>
              </w:rPr>
              <w:t>119 433,3</w:t>
            </w: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</w:tbl>
    <w:p w:rsidR="00AA75FA" w:rsidRPr="002A7901" w:rsidRDefault="002A7901" w:rsidP="002A7901">
      <w:pPr>
        <w:jc w:val="right"/>
      </w:pPr>
      <w:r>
        <w:t>».</w:t>
      </w:r>
    </w:p>
    <w:p w:rsidR="00CA770E" w:rsidRDefault="00CA770E" w:rsidP="007E513A">
      <w:pPr>
        <w:rPr>
          <w:lang w:val="en-US"/>
        </w:rPr>
      </w:pPr>
    </w:p>
    <w:p w:rsidR="007C2561" w:rsidRDefault="007C2561" w:rsidP="007E513A">
      <w:pPr>
        <w:rPr>
          <w:lang w:val="en-US"/>
        </w:rPr>
      </w:pPr>
    </w:p>
    <w:p w:rsidR="007B37DB" w:rsidRPr="007C2561" w:rsidRDefault="007B37DB" w:rsidP="007E513A">
      <w:pPr>
        <w:rPr>
          <w:lang w:val="en-US"/>
        </w:rPr>
      </w:pP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 xml:space="preserve">разования </w:t>
      </w:r>
      <w:proofErr w:type="spellStart"/>
      <w:r w:rsidR="00072E25">
        <w:rPr>
          <w:szCs w:val="28"/>
        </w:rPr>
        <w:t>Новокубанский</w:t>
      </w:r>
      <w:proofErr w:type="spellEnd"/>
      <w:r w:rsidR="00072E25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06" w:rsidRDefault="007E6C06" w:rsidP="00E12559">
      <w:r>
        <w:separator/>
      </w:r>
    </w:p>
  </w:endnote>
  <w:endnote w:type="continuationSeparator" w:id="0">
    <w:p w:rsidR="007E6C06" w:rsidRDefault="007E6C0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06" w:rsidRDefault="007E6C06" w:rsidP="00E12559">
      <w:r>
        <w:separator/>
      </w:r>
    </w:p>
  </w:footnote>
  <w:footnote w:type="continuationSeparator" w:id="0">
    <w:p w:rsidR="007E6C06" w:rsidRDefault="007E6C0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E6C06" w:rsidRDefault="007E6C06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4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331B-4A2D-461A-A0AD-84027A10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176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26</cp:revision>
  <cp:lastPrinted>2018-01-16T12:31:00Z</cp:lastPrinted>
  <dcterms:created xsi:type="dcterms:W3CDTF">2017-09-18T13:02:00Z</dcterms:created>
  <dcterms:modified xsi:type="dcterms:W3CDTF">2018-08-17T08:13:00Z</dcterms:modified>
</cp:coreProperties>
</file>